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60" w:rsidRPr="000D22D6" w:rsidRDefault="00D63760">
      <w:pPr>
        <w:rPr>
          <w:lang w:val="ro-RO"/>
        </w:rPr>
      </w:pPr>
    </w:p>
    <w:p w:rsidR="00FB789E" w:rsidRPr="000D22D6" w:rsidRDefault="00FB789E">
      <w:pPr>
        <w:rPr>
          <w:lang w:val="ro-RO"/>
        </w:rPr>
      </w:pPr>
    </w:p>
    <w:p w:rsidR="00FB789E" w:rsidRPr="000D22D6" w:rsidRDefault="00FB789E">
      <w:pPr>
        <w:rPr>
          <w:lang w:val="ro-RO"/>
        </w:rPr>
      </w:pPr>
    </w:p>
    <w:p w:rsidR="00FB789E" w:rsidRPr="000D22D6" w:rsidRDefault="00FB789E">
      <w:pPr>
        <w:rPr>
          <w:lang w:val="ro-RO"/>
        </w:rPr>
      </w:pPr>
    </w:p>
    <w:p w:rsidR="00FB789E" w:rsidRPr="000D22D6" w:rsidRDefault="00FB789E" w:rsidP="00AE5499">
      <w:pPr>
        <w:jc w:val="center"/>
        <w:rPr>
          <w:rFonts w:ascii="Cambria" w:hAnsi="Cambria" w:cs="Arial"/>
          <w:lang w:val="ro-RO"/>
        </w:rPr>
      </w:pPr>
      <w:r w:rsidRPr="000D22D6">
        <w:rPr>
          <w:rFonts w:ascii="Cambria" w:hAnsi="Cambria" w:cs="Arial"/>
          <w:lang w:val="ro-RO"/>
        </w:rPr>
        <w:t>Nr.</w:t>
      </w:r>
      <w:r w:rsidR="00155F62" w:rsidRPr="000D22D6">
        <w:rPr>
          <w:rFonts w:ascii="Cambria" w:hAnsi="Cambria" w:cs="Arial"/>
          <w:lang w:val="ro-RO"/>
        </w:rPr>
        <w:t xml:space="preserve"> __________ din _____</w:t>
      </w:r>
      <w:r w:rsidRPr="000D22D6">
        <w:rPr>
          <w:rFonts w:ascii="Cambria" w:hAnsi="Cambria" w:cs="Arial"/>
          <w:lang w:val="ro-RO"/>
        </w:rPr>
        <w:t xml:space="preserve"> / </w:t>
      </w:r>
      <w:r w:rsidR="00155F62" w:rsidRPr="000D22D6">
        <w:rPr>
          <w:rFonts w:ascii="Cambria" w:hAnsi="Cambria" w:cs="Arial"/>
          <w:lang w:val="ro-RO"/>
        </w:rPr>
        <w:t xml:space="preserve">_____ </w:t>
      </w:r>
      <w:r w:rsidRPr="000D22D6">
        <w:rPr>
          <w:rFonts w:ascii="Cambria" w:hAnsi="Cambria" w:cs="Arial"/>
          <w:lang w:val="ro-RO"/>
        </w:rPr>
        <w:t xml:space="preserve">/ </w:t>
      </w:r>
      <w:r w:rsidR="00155F62" w:rsidRPr="000D22D6">
        <w:rPr>
          <w:rFonts w:ascii="Cambria" w:hAnsi="Cambria" w:cs="Arial"/>
          <w:lang w:val="ro-RO"/>
        </w:rPr>
        <w:t>__________</w:t>
      </w:r>
    </w:p>
    <w:p w:rsidR="00FB789E" w:rsidRPr="000D22D6" w:rsidRDefault="00FB789E" w:rsidP="00FB789E">
      <w:pPr>
        <w:jc w:val="right"/>
        <w:rPr>
          <w:rFonts w:ascii="Cambria" w:hAnsi="Cambria" w:cs="Arial"/>
          <w:lang w:val="ro-RO"/>
        </w:rPr>
      </w:pPr>
    </w:p>
    <w:p w:rsidR="00AE2514" w:rsidRPr="000D22D6" w:rsidRDefault="00AE2514" w:rsidP="00AE2514">
      <w:pPr>
        <w:jc w:val="center"/>
        <w:rPr>
          <w:rFonts w:ascii="Times New Roman" w:hAnsi="Times New Roman" w:cs="Times New Roman"/>
          <w:b/>
          <w:color w:val="FF0000"/>
          <w:lang w:val="ro-RO"/>
        </w:rPr>
      </w:pPr>
    </w:p>
    <w:p w:rsidR="00AE2514" w:rsidRPr="000D22D6" w:rsidRDefault="00AE2514" w:rsidP="00AE2514">
      <w:pPr>
        <w:jc w:val="center"/>
        <w:rPr>
          <w:rFonts w:ascii="Times New Roman" w:hAnsi="Times New Roman" w:cs="Times New Roman"/>
          <w:b/>
          <w:lang w:val="ro-RO"/>
        </w:rPr>
      </w:pPr>
      <w:r w:rsidRPr="000D22D6">
        <w:rPr>
          <w:rFonts w:ascii="Times New Roman" w:hAnsi="Times New Roman" w:cs="Times New Roman"/>
          <w:b/>
          <w:lang w:val="ro-RO"/>
        </w:rPr>
        <w:t>ACORD DE PARTENERIAT</w:t>
      </w:r>
    </w:p>
    <w:p w:rsidR="00AE2514" w:rsidRPr="000D22D6" w:rsidRDefault="00AE2514" w:rsidP="00AE2514">
      <w:pPr>
        <w:jc w:val="center"/>
        <w:rPr>
          <w:rFonts w:ascii="Times New Roman" w:hAnsi="Times New Roman" w:cs="Times New Roman"/>
          <w:b/>
          <w:lang w:val="ro-RO"/>
        </w:rPr>
      </w:pPr>
      <w:r w:rsidRPr="000D22D6">
        <w:rPr>
          <w:rFonts w:ascii="Times New Roman" w:hAnsi="Times New Roman" w:cs="Times New Roman"/>
          <w:b/>
          <w:lang w:val="ro-RO"/>
        </w:rPr>
        <w:t>CONCURSUL „ELEVII AU TALENT”</w:t>
      </w:r>
    </w:p>
    <w:p w:rsidR="00AE2514" w:rsidRPr="000D22D6" w:rsidRDefault="00AE2514" w:rsidP="00AE2514">
      <w:pPr>
        <w:jc w:val="center"/>
        <w:rPr>
          <w:rFonts w:ascii="Times New Roman" w:hAnsi="Times New Roman" w:cs="Times New Roman"/>
          <w:b/>
          <w:lang w:val="ro-RO"/>
        </w:rPr>
      </w:pPr>
      <w:r w:rsidRPr="000D22D6">
        <w:rPr>
          <w:rFonts w:ascii="Times New Roman" w:hAnsi="Times New Roman" w:cs="Times New Roman"/>
          <w:b/>
          <w:lang w:val="ro-RO"/>
        </w:rPr>
        <w:t>EDITIA a VI</w:t>
      </w:r>
      <w:r w:rsidR="004048D7">
        <w:rPr>
          <w:rFonts w:ascii="Times New Roman" w:hAnsi="Times New Roman" w:cs="Times New Roman"/>
          <w:b/>
          <w:lang w:val="ro-RO"/>
        </w:rPr>
        <w:t>I-a 2019</w:t>
      </w:r>
    </w:p>
    <w:p w:rsidR="00AE2514" w:rsidRPr="000D22D6" w:rsidRDefault="00AE2514" w:rsidP="00AE2514">
      <w:pPr>
        <w:jc w:val="center"/>
        <w:rPr>
          <w:rFonts w:ascii="Times New Roman" w:hAnsi="Times New Roman" w:cs="Times New Roman"/>
          <w:lang w:val="ro-RO"/>
        </w:rPr>
      </w:pPr>
    </w:p>
    <w:p w:rsidR="00AE2514" w:rsidRPr="000D22D6" w:rsidRDefault="00AE2514" w:rsidP="00AE2514">
      <w:pPr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Încheiat astăzi</w:t>
      </w:r>
      <w:r w:rsidR="000D22D6">
        <w:rPr>
          <w:rFonts w:ascii="Times New Roman" w:hAnsi="Times New Roman" w:cs="Times New Roman"/>
          <w:lang w:val="ro-RO"/>
        </w:rPr>
        <w:t>,</w:t>
      </w:r>
      <w:r w:rsidRPr="000D22D6">
        <w:rPr>
          <w:rFonts w:ascii="Times New Roman" w:hAnsi="Times New Roman" w:cs="Times New Roman"/>
          <w:lang w:val="ro-RO"/>
        </w:rPr>
        <w:t xml:space="preserve"> _______________</w:t>
      </w:r>
      <w:r w:rsidR="000D22D6">
        <w:rPr>
          <w:rFonts w:ascii="Times New Roman" w:hAnsi="Times New Roman" w:cs="Times New Roman"/>
          <w:lang w:val="ro-RO"/>
        </w:rPr>
        <w:t>,</w:t>
      </w:r>
      <w:r w:rsidRPr="000D22D6">
        <w:rPr>
          <w:rFonts w:ascii="Times New Roman" w:hAnsi="Times New Roman" w:cs="Times New Roman"/>
          <w:lang w:val="ro-RO"/>
        </w:rPr>
        <w:t xml:space="preserve"> între:</w:t>
      </w:r>
    </w:p>
    <w:p w:rsidR="00AE2514" w:rsidRPr="000D22D6" w:rsidRDefault="00AE2514" w:rsidP="00AE2514">
      <w:pPr>
        <w:jc w:val="both"/>
        <w:rPr>
          <w:rFonts w:ascii="Times New Roman" w:hAnsi="Times New Roman" w:cs="Times New Roman"/>
          <w:lang w:val="ro-RO"/>
        </w:rPr>
      </w:pPr>
    </w:p>
    <w:p w:rsidR="00AE2514" w:rsidRPr="000D22D6" w:rsidRDefault="00AE2514" w:rsidP="000D22D6">
      <w:pPr>
        <w:ind w:firstLine="720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 xml:space="preserve">1. </w:t>
      </w:r>
      <w:r w:rsidRPr="000D22D6">
        <w:rPr>
          <w:rFonts w:ascii="Times New Roman" w:hAnsi="Times New Roman" w:cs="Times New Roman"/>
          <w:b/>
          <w:lang w:val="ro-RO"/>
        </w:rPr>
        <w:t>COLEGIUL NAŢIONAL PEDAGOGIC „ŞTEFAN CEL MARE” BACĂU</w:t>
      </w:r>
      <w:r w:rsidRPr="000D22D6">
        <w:rPr>
          <w:rFonts w:ascii="Times New Roman" w:hAnsi="Times New Roman" w:cs="Times New Roman"/>
          <w:lang w:val="ro-RO"/>
        </w:rPr>
        <w:t xml:space="preserve">, cu sediul în Bacău, str. Spiru Haret, nr. 6, judeţul Bacău, tel./fax: 0234570582, reprezentat prin </w:t>
      </w:r>
      <w:r w:rsidRPr="000D22D6">
        <w:rPr>
          <w:rFonts w:ascii="Times New Roman" w:hAnsi="Times New Roman" w:cs="Times New Roman"/>
          <w:b/>
          <w:lang w:val="ro-RO"/>
        </w:rPr>
        <w:t>director, profesor dr. Băisan Elena Lavinia și prof. Paraschiv Gora Marinela,prof. Ţuţu Izabela-Valentina</w:t>
      </w:r>
      <w:r w:rsidRPr="000D22D6">
        <w:rPr>
          <w:rFonts w:ascii="Times New Roman" w:hAnsi="Times New Roman" w:cs="Times New Roman"/>
          <w:lang w:val="ro-RO"/>
        </w:rPr>
        <w:t xml:space="preserve"> – în calitate de coordonatori proiect.</w:t>
      </w:r>
    </w:p>
    <w:p w:rsidR="00AE2514" w:rsidRPr="000D22D6" w:rsidRDefault="00AE2514" w:rsidP="000D22D6">
      <w:pPr>
        <w:ind w:firstLine="720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2.</w:t>
      </w:r>
      <w:r w:rsidRPr="000D22D6">
        <w:rPr>
          <w:rFonts w:ascii="Times New Roman" w:hAnsi="Times New Roman" w:cs="Times New Roman"/>
          <w:b/>
          <w:lang w:val="ro-RO"/>
        </w:rPr>
        <w:t xml:space="preserve"> ___________________________________________________</w:t>
      </w:r>
      <w:r w:rsidRPr="000D22D6">
        <w:rPr>
          <w:rFonts w:ascii="Times New Roman" w:hAnsi="Times New Roman" w:cs="Times New Roman"/>
          <w:lang w:val="ro-RO"/>
        </w:rPr>
        <w:t>,cu</w:t>
      </w:r>
      <w:r w:rsidRPr="000D22D6">
        <w:rPr>
          <w:rFonts w:ascii="Times New Roman" w:hAnsi="Times New Roman" w:cs="Times New Roman"/>
          <w:lang w:val="ro-RO"/>
        </w:rPr>
        <w:tab/>
        <w:t>sediul în _______________, judetul ___________, tel./fax _________________, adresa ___________________________________, ca instituție parteneră reprezentată de _____</w:t>
      </w:r>
      <w:r w:rsidR="000D22D6">
        <w:rPr>
          <w:rFonts w:ascii="Times New Roman" w:hAnsi="Times New Roman" w:cs="Times New Roman"/>
          <w:lang w:val="ro-RO"/>
        </w:rPr>
        <w:t>__________</w:t>
      </w:r>
      <w:r w:rsidRPr="000D22D6">
        <w:rPr>
          <w:rFonts w:ascii="Times New Roman" w:hAnsi="Times New Roman" w:cs="Times New Roman"/>
          <w:lang w:val="ro-RO"/>
        </w:rPr>
        <w:t>_________________________, în calitate de director și prof. ________________</w:t>
      </w:r>
      <w:r w:rsidR="000D22D6">
        <w:rPr>
          <w:rFonts w:ascii="Times New Roman" w:hAnsi="Times New Roman" w:cs="Times New Roman"/>
          <w:lang w:val="ro-RO"/>
        </w:rPr>
        <w:t>__________________________</w:t>
      </w:r>
      <w:r w:rsidRPr="000D22D6">
        <w:rPr>
          <w:rFonts w:ascii="Times New Roman" w:hAnsi="Times New Roman" w:cs="Times New Roman"/>
          <w:lang w:val="ro-RO"/>
        </w:rPr>
        <w:t>_____</w:t>
      </w:r>
      <w:r w:rsidR="000D22D6" w:rsidRPr="000D22D6">
        <w:rPr>
          <w:rFonts w:ascii="Times New Roman" w:hAnsi="Times New Roman" w:cs="Times New Roman"/>
          <w:lang w:val="ro-RO"/>
        </w:rPr>
        <w:t>–</w:t>
      </w:r>
      <w:r w:rsidRPr="000D22D6">
        <w:rPr>
          <w:rFonts w:ascii="Times New Roman" w:hAnsi="Times New Roman" w:cs="Times New Roman"/>
          <w:lang w:val="ro-RO"/>
        </w:rPr>
        <w:t>în calitate de cadru didactic implicat în proiect.</w:t>
      </w:r>
    </w:p>
    <w:p w:rsidR="00AE2514" w:rsidRPr="000D22D6" w:rsidRDefault="00AE2514" w:rsidP="00AE2514">
      <w:pPr>
        <w:jc w:val="both"/>
        <w:rPr>
          <w:rFonts w:ascii="Times New Roman" w:hAnsi="Times New Roman" w:cs="Times New Roman"/>
          <w:lang w:val="ro-RO"/>
        </w:rPr>
      </w:pPr>
    </w:p>
    <w:p w:rsidR="00AE2514" w:rsidRPr="000D22D6" w:rsidRDefault="00AE2514" w:rsidP="00AE2514">
      <w:pPr>
        <w:jc w:val="both"/>
        <w:rPr>
          <w:rFonts w:ascii="Times New Roman" w:hAnsi="Times New Roman" w:cs="Times New Roman"/>
          <w:b/>
          <w:lang w:val="ro-RO"/>
        </w:rPr>
      </w:pPr>
      <w:r w:rsidRPr="000D22D6">
        <w:rPr>
          <w:rFonts w:ascii="Times New Roman" w:hAnsi="Times New Roman" w:cs="Times New Roman"/>
          <w:b/>
          <w:lang w:val="ro-RO"/>
        </w:rPr>
        <w:t>Art. 1. OBIECTUL ACORDULUI  DE COLABORARE</w:t>
      </w:r>
    </w:p>
    <w:p w:rsidR="00AE2514" w:rsidRPr="000D22D6" w:rsidRDefault="00AE2514" w:rsidP="00AE2514">
      <w:pPr>
        <w:ind w:firstLine="708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Obiectul prezentului acord îl reprezintă colaborarea dintre instituţia coordonatoare şi instituţia parteneră în vederea organizării şi deşfăşurării concursului „ELEVII AU TALENT”, Ediţia a VI</w:t>
      </w:r>
      <w:r w:rsidR="004048D7">
        <w:rPr>
          <w:rFonts w:ascii="Times New Roman" w:hAnsi="Times New Roman" w:cs="Times New Roman"/>
          <w:lang w:val="ro-RO"/>
        </w:rPr>
        <w:t>I-a 2019</w:t>
      </w:r>
      <w:r w:rsidRPr="000D22D6">
        <w:rPr>
          <w:rFonts w:ascii="Times New Roman" w:hAnsi="Times New Roman" w:cs="Times New Roman"/>
          <w:lang w:val="ro-RO"/>
        </w:rPr>
        <w:t>.</w:t>
      </w:r>
    </w:p>
    <w:p w:rsidR="00AE2514" w:rsidRPr="000D22D6" w:rsidRDefault="00AE2514" w:rsidP="00AE2514">
      <w:pPr>
        <w:jc w:val="both"/>
        <w:rPr>
          <w:rFonts w:ascii="Times New Roman" w:hAnsi="Times New Roman" w:cs="Times New Roman"/>
          <w:b/>
          <w:lang w:val="ro-RO"/>
        </w:rPr>
      </w:pPr>
      <w:r w:rsidRPr="000D22D6">
        <w:rPr>
          <w:rFonts w:ascii="Times New Roman" w:hAnsi="Times New Roman" w:cs="Times New Roman"/>
          <w:b/>
          <w:lang w:val="ro-RO"/>
        </w:rPr>
        <w:t>Art. 2. OBLIGAŢIILE PĂRŢILOR SEMNATARE ALE ACORDULUI</w:t>
      </w:r>
    </w:p>
    <w:p w:rsidR="00AE2514" w:rsidRPr="000D22D6" w:rsidRDefault="00AE2514" w:rsidP="00AE2514">
      <w:pPr>
        <w:jc w:val="both"/>
        <w:rPr>
          <w:rFonts w:ascii="Times New Roman" w:hAnsi="Times New Roman" w:cs="Times New Roman"/>
          <w:b/>
          <w:lang w:val="ro-RO"/>
        </w:rPr>
      </w:pPr>
      <w:r w:rsidRPr="000D22D6">
        <w:rPr>
          <w:rFonts w:ascii="Times New Roman" w:hAnsi="Times New Roman" w:cs="Times New Roman"/>
          <w:b/>
          <w:lang w:val="ro-RO"/>
        </w:rPr>
        <w:t>Instituţia de învăţământ coordonatoare se obligă:</w:t>
      </w:r>
    </w:p>
    <w:p w:rsidR="00AE2514" w:rsidRPr="000D22D6" w:rsidRDefault="00AE2514" w:rsidP="00AE251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Să popularizeze regulamentul concursului în judeţ;</w:t>
      </w:r>
    </w:p>
    <w:p w:rsidR="00AE2514" w:rsidRPr="000D22D6" w:rsidRDefault="00AE2514" w:rsidP="00AE251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Să colaboreze cu instituţiile partenere;</w:t>
      </w:r>
    </w:p>
    <w:p w:rsidR="00AE2514" w:rsidRPr="000D22D6" w:rsidRDefault="00AE2514" w:rsidP="00AE251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Să organizeze desfăşurarea concursului în bune condiţii;</w:t>
      </w:r>
    </w:p>
    <w:p w:rsidR="00AE2514" w:rsidRPr="000D22D6" w:rsidRDefault="00AE2514" w:rsidP="00AE251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Să asigure jurizarea participanţilor;</w:t>
      </w:r>
    </w:p>
    <w:p w:rsidR="00AE2514" w:rsidRPr="000D22D6" w:rsidRDefault="00AE2514" w:rsidP="00AE251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Să acorde diplome participantilor premiaţi;</w:t>
      </w:r>
    </w:p>
    <w:p w:rsidR="00AE2514" w:rsidRPr="000D22D6" w:rsidRDefault="00AE2514" w:rsidP="00AE251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Să mediatizeze rezultatele concursului.</w:t>
      </w:r>
    </w:p>
    <w:p w:rsidR="00AE2514" w:rsidRPr="000D22D6" w:rsidRDefault="00AE2514" w:rsidP="00AE2514">
      <w:pPr>
        <w:jc w:val="both"/>
        <w:rPr>
          <w:rFonts w:ascii="Times New Roman" w:hAnsi="Times New Roman" w:cs="Times New Roman"/>
          <w:b/>
          <w:lang w:val="ro-RO"/>
        </w:rPr>
      </w:pPr>
      <w:r w:rsidRPr="000D22D6">
        <w:rPr>
          <w:rFonts w:ascii="Times New Roman" w:hAnsi="Times New Roman" w:cs="Times New Roman"/>
          <w:b/>
          <w:lang w:val="ro-RO"/>
        </w:rPr>
        <w:t>Instituţia parteneră se obligă:</w:t>
      </w:r>
    </w:p>
    <w:p w:rsidR="00AE2514" w:rsidRPr="000D22D6" w:rsidRDefault="00AE2514" w:rsidP="00AE251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Să mediatizeze concursul în unitatea de învăţământ;</w:t>
      </w:r>
    </w:p>
    <w:p w:rsidR="00AE2514" w:rsidRPr="000D22D6" w:rsidRDefault="00AE2514" w:rsidP="00AE251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Să înscrie elevii la concurs;</w:t>
      </w:r>
    </w:p>
    <w:p w:rsidR="00AE2514" w:rsidRPr="000D22D6" w:rsidRDefault="00AE2514" w:rsidP="00AE251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Să asigure deplasarea elevilor la concurs;</w:t>
      </w:r>
    </w:p>
    <w:p w:rsidR="00AE2514" w:rsidRPr="000D22D6" w:rsidRDefault="00AE2514" w:rsidP="00AE251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Să respecte regulamentul concursului.</w:t>
      </w:r>
    </w:p>
    <w:p w:rsidR="00AE2514" w:rsidRPr="000D22D6" w:rsidRDefault="00AE2514" w:rsidP="00AE2514">
      <w:pPr>
        <w:jc w:val="both"/>
        <w:rPr>
          <w:rFonts w:ascii="Times New Roman" w:hAnsi="Times New Roman" w:cs="Times New Roman"/>
          <w:b/>
          <w:lang w:val="ro-RO"/>
        </w:rPr>
      </w:pPr>
      <w:r w:rsidRPr="000D22D6">
        <w:rPr>
          <w:rFonts w:ascii="Times New Roman" w:hAnsi="Times New Roman" w:cs="Times New Roman"/>
          <w:b/>
          <w:lang w:val="ro-RO"/>
        </w:rPr>
        <w:t>Art. 3. DISPOZITII FINALE</w:t>
      </w:r>
    </w:p>
    <w:p w:rsidR="00AE2514" w:rsidRPr="000D22D6" w:rsidRDefault="00AE2514" w:rsidP="00AE2514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Acordul intra în vigoare la data semn</w:t>
      </w:r>
      <w:r w:rsidR="000D22D6">
        <w:rPr>
          <w:rFonts w:ascii="Times New Roman" w:hAnsi="Times New Roman" w:cs="Times New Roman"/>
          <w:lang w:val="ro-RO"/>
        </w:rPr>
        <w:t>ă</w:t>
      </w:r>
      <w:r w:rsidRPr="000D22D6">
        <w:rPr>
          <w:rFonts w:ascii="Times New Roman" w:hAnsi="Times New Roman" w:cs="Times New Roman"/>
          <w:lang w:val="ro-RO"/>
        </w:rPr>
        <w:t xml:space="preserve">rii lui de către ambele părţi, fiind valabil </w:t>
      </w:r>
      <w:r w:rsidR="000D22D6" w:rsidRPr="000D22D6">
        <w:rPr>
          <w:rFonts w:ascii="Times New Roman" w:hAnsi="Times New Roman" w:cs="Times New Roman"/>
          <w:lang w:val="ro-RO"/>
        </w:rPr>
        <w:t>î</w:t>
      </w:r>
      <w:r w:rsidR="004048D7">
        <w:rPr>
          <w:rFonts w:ascii="Times New Roman" w:hAnsi="Times New Roman" w:cs="Times New Roman"/>
          <w:lang w:val="ro-RO"/>
        </w:rPr>
        <w:t>n anul şcolar 2018-2019</w:t>
      </w:r>
      <w:r w:rsidRPr="000D22D6">
        <w:rPr>
          <w:rFonts w:ascii="Times New Roman" w:hAnsi="Times New Roman" w:cs="Times New Roman"/>
          <w:lang w:val="ro-RO"/>
        </w:rPr>
        <w:t>;</w:t>
      </w:r>
    </w:p>
    <w:p w:rsidR="00AE2514" w:rsidRPr="000D22D6" w:rsidRDefault="00AE2514" w:rsidP="00AE2514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>Acordul poate fi modificat numai cu acordul scris al părţilor.</w:t>
      </w:r>
    </w:p>
    <w:p w:rsidR="00AE2514" w:rsidRPr="000D22D6" w:rsidRDefault="00AE2514" w:rsidP="00AE2514">
      <w:pPr>
        <w:ind w:left="360"/>
        <w:jc w:val="both"/>
        <w:rPr>
          <w:rFonts w:ascii="Times New Roman" w:hAnsi="Times New Roman" w:cs="Times New Roman"/>
          <w:lang w:val="ro-RO"/>
        </w:rPr>
      </w:pPr>
      <w:r w:rsidRPr="000D22D6">
        <w:rPr>
          <w:rFonts w:ascii="Times New Roman" w:hAnsi="Times New Roman" w:cs="Times New Roman"/>
          <w:lang w:val="ro-RO"/>
        </w:rPr>
        <w:t xml:space="preserve">Prezentul acord s-a </w:t>
      </w:r>
      <w:r w:rsidR="000D22D6">
        <w:rPr>
          <w:rFonts w:ascii="Times New Roman" w:hAnsi="Times New Roman" w:cs="Times New Roman"/>
          <w:lang w:val="ro-RO"/>
        </w:rPr>
        <w:t>î</w:t>
      </w:r>
      <w:r w:rsidRPr="000D22D6">
        <w:rPr>
          <w:rFonts w:ascii="Times New Roman" w:hAnsi="Times New Roman" w:cs="Times New Roman"/>
          <w:lang w:val="ro-RO"/>
        </w:rPr>
        <w:t>ncheiat ast</w:t>
      </w:r>
      <w:r w:rsidR="000D22D6">
        <w:rPr>
          <w:rFonts w:ascii="Times New Roman" w:hAnsi="Times New Roman" w:cs="Times New Roman"/>
          <w:lang w:val="ro-RO"/>
        </w:rPr>
        <w:t>ă</w:t>
      </w:r>
      <w:r w:rsidRPr="000D22D6">
        <w:rPr>
          <w:rFonts w:ascii="Times New Roman" w:hAnsi="Times New Roman" w:cs="Times New Roman"/>
          <w:lang w:val="ro-RO"/>
        </w:rPr>
        <w:t>zi</w:t>
      </w:r>
      <w:r w:rsidR="000D22D6">
        <w:rPr>
          <w:rFonts w:ascii="Times New Roman" w:hAnsi="Times New Roman" w:cs="Times New Roman"/>
          <w:lang w:val="ro-RO"/>
        </w:rPr>
        <w:t>, ___________</w:t>
      </w:r>
      <w:r w:rsidRPr="000D22D6">
        <w:rPr>
          <w:rFonts w:ascii="Times New Roman" w:hAnsi="Times New Roman" w:cs="Times New Roman"/>
          <w:lang w:val="ro-RO"/>
        </w:rPr>
        <w:t xml:space="preserve">, </w:t>
      </w:r>
      <w:r w:rsidR="000D22D6" w:rsidRPr="000D22D6">
        <w:rPr>
          <w:rFonts w:ascii="Times New Roman" w:hAnsi="Times New Roman" w:cs="Times New Roman"/>
          <w:lang w:val="ro-RO"/>
        </w:rPr>
        <w:t>î</w:t>
      </w:r>
      <w:r w:rsidRPr="000D22D6">
        <w:rPr>
          <w:rFonts w:ascii="Times New Roman" w:hAnsi="Times New Roman" w:cs="Times New Roman"/>
          <w:lang w:val="ro-RO"/>
        </w:rPr>
        <w:t>n dou</w:t>
      </w:r>
      <w:r w:rsidR="000D22D6">
        <w:rPr>
          <w:rFonts w:ascii="Times New Roman" w:hAnsi="Times New Roman" w:cs="Times New Roman"/>
          <w:lang w:val="ro-RO"/>
        </w:rPr>
        <w:t>ă</w:t>
      </w:r>
      <w:r w:rsidRPr="000D22D6">
        <w:rPr>
          <w:rFonts w:ascii="Times New Roman" w:hAnsi="Times New Roman" w:cs="Times New Roman"/>
          <w:lang w:val="ro-RO"/>
        </w:rPr>
        <w:t xml:space="preserve"> exemplare originale, câte unul pentru fiecare parte.</w:t>
      </w:r>
    </w:p>
    <w:p w:rsidR="00AE2514" w:rsidRPr="000D22D6" w:rsidRDefault="00AE2514" w:rsidP="00AE2514">
      <w:pPr>
        <w:ind w:left="360"/>
        <w:jc w:val="both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6"/>
        <w:gridCol w:w="4536"/>
      </w:tblGrid>
      <w:tr w:rsidR="000D22D6" w:rsidTr="000D22D6">
        <w:trPr>
          <w:trHeight w:val="1201"/>
        </w:trPr>
        <w:tc>
          <w:tcPr>
            <w:tcW w:w="6096" w:type="dxa"/>
          </w:tcPr>
          <w:p w:rsidR="000D22D6" w:rsidRPr="000D22D6" w:rsidRDefault="000D22D6" w:rsidP="000D22D6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D22D6">
              <w:rPr>
                <w:rFonts w:ascii="Times New Roman" w:hAnsi="Times New Roman" w:cs="Times New Roman"/>
                <w:lang w:val="ro-RO"/>
              </w:rPr>
              <w:t>Unitatea de învățământ</w:t>
            </w:r>
          </w:p>
          <w:p w:rsidR="000D22D6" w:rsidRPr="000D22D6" w:rsidRDefault="000D22D6" w:rsidP="000D22D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D22D6">
              <w:rPr>
                <w:rFonts w:ascii="Times New Roman" w:hAnsi="Times New Roman" w:cs="Times New Roman"/>
                <w:b/>
                <w:lang w:val="ro-RO"/>
              </w:rPr>
              <w:t>Colegiul Naţional Pedagogic „Ştefan cel Mare” Bacău</w:t>
            </w:r>
          </w:p>
          <w:p w:rsidR="000D22D6" w:rsidRDefault="000D22D6" w:rsidP="000D22D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:rsidR="000D22D6" w:rsidRPr="000D22D6" w:rsidRDefault="000D22D6" w:rsidP="000D22D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D22D6">
              <w:rPr>
                <w:rFonts w:ascii="Times New Roman" w:hAnsi="Times New Roman" w:cs="Times New Roman"/>
                <w:b/>
                <w:lang w:val="ro-RO"/>
              </w:rPr>
              <w:t>Director,</w:t>
            </w:r>
          </w:p>
          <w:p w:rsidR="000D22D6" w:rsidRDefault="000D22D6" w:rsidP="000D22D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D22D6">
              <w:rPr>
                <w:rFonts w:ascii="Times New Roman" w:hAnsi="Times New Roman" w:cs="Times New Roman"/>
                <w:b/>
                <w:lang w:val="ro-RO"/>
              </w:rPr>
              <w:t xml:space="preserve">Prof. 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dr. </w:t>
            </w:r>
            <w:r w:rsidRPr="000D22D6">
              <w:rPr>
                <w:rFonts w:ascii="Times New Roman" w:hAnsi="Times New Roman" w:cs="Times New Roman"/>
                <w:b/>
                <w:lang w:val="ro-RO"/>
              </w:rPr>
              <w:t>Băisan Elena Lavinia</w:t>
            </w:r>
          </w:p>
        </w:tc>
        <w:tc>
          <w:tcPr>
            <w:tcW w:w="4536" w:type="dxa"/>
          </w:tcPr>
          <w:p w:rsidR="000D22D6" w:rsidRPr="000D22D6" w:rsidRDefault="000D22D6" w:rsidP="00AE251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D22D6">
              <w:rPr>
                <w:rFonts w:ascii="Times New Roman" w:hAnsi="Times New Roman" w:cs="Times New Roman"/>
                <w:lang w:val="ro-RO"/>
              </w:rPr>
              <w:t>Unitatea de învățământ</w:t>
            </w:r>
          </w:p>
          <w:p w:rsidR="000D22D6" w:rsidRDefault="000D22D6" w:rsidP="00AE2514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______________________________________</w:t>
            </w:r>
          </w:p>
          <w:p w:rsidR="000D22D6" w:rsidRDefault="000D22D6" w:rsidP="00AE2514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:rsidR="000D22D6" w:rsidRDefault="000D22D6" w:rsidP="00AE2514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Director,</w:t>
            </w:r>
          </w:p>
          <w:p w:rsidR="000D22D6" w:rsidRDefault="000D22D6" w:rsidP="00AE2514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Prof. </w:t>
            </w:r>
          </w:p>
        </w:tc>
      </w:tr>
    </w:tbl>
    <w:p w:rsidR="00FB789E" w:rsidRPr="000D22D6" w:rsidRDefault="00FB789E" w:rsidP="00FB789E">
      <w:pPr>
        <w:jc w:val="both"/>
        <w:rPr>
          <w:rFonts w:ascii="Cambria" w:hAnsi="Cambria"/>
          <w:lang w:val="ro-RO"/>
        </w:rPr>
      </w:pPr>
      <w:bookmarkStart w:id="0" w:name="_GoBack"/>
      <w:bookmarkEnd w:id="0"/>
    </w:p>
    <w:sectPr w:rsidR="00FB789E" w:rsidRPr="000D22D6" w:rsidSect="000D22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758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F0E" w:rsidRDefault="00164F0E" w:rsidP="00FB789E">
      <w:r>
        <w:separator/>
      </w:r>
    </w:p>
  </w:endnote>
  <w:endnote w:type="continuationSeparator" w:id="1">
    <w:p w:rsidR="00164F0E" w:rsidRDefault="00164F0E" w:rsidP="00FB7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0F" w:rsidRDefault="00A70D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0F" w:rsidRDefault="00A70D0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0F" w:rsidRDefault="00A70D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F0E" w:rsidRDefault="00164F0E" w:rsidP="00FB789E">
      <w:r>
        <w:separator/>
      </w:r>
    </w:p>
  </w:footnote>
  <w:footnote w:type="continuationSeparator" w:id="1">
    <w:p w:rsidR="00164F0E" w:rsidRDefault="00164F0E" w:rsidP="00FB7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0F" w:rsidRDefault="00A70D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89E" w:rsidRDefault="00FB789E" w:rsidP="00FB789E"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-528320</wp:posOffset>
          </wp:positionH>
          <wp:positionV relativeFrom="paragraph">
            <wp:posOffset>-230505</wp:posOffset>
          </wp:positionV>
          <wp:extent cx="1553845" cy="1543050"/>
          <wp:effectExtent l="19050" t="0" r="8255" b="0"/>
          <wp:wrapThrough wrapText="bothSides">
            <wp:wrapPolygon edited="0">
              <wp:start x="8474" y="0"/>
              <wp:lineTo x="6356" y="533"/>
              <wp:lineTo x="1589" y="3467"/>
              <wp:lineTo x="-265" y="8267"/>
              <wp:lineTo x="-265" y="12800"/>
              <wp:lineTo x="1324" y="17067"/>
              <wp:lineTo x="1324" y="17867"/>
              <wp:lineTo x="6356" y="21333"/>
              <wp:lineTo x="7415" y="21333"/>
              <wp:lineTo x="14300" y="21333"/>
              <wp:lineTo x="15094" y="21333"/>
              <wp:lineTo x="20391" y="17600"/>
              <wp:lineTo x="20655" y="17067"/>
              <wp:lineTo x="21715" y="13600"/>
              <wp:lineTo x="21715" y="8000"/>
              <wp:lineTo x="21450" y="6933"/>
              <wp:lineTo x="20391" y="3467"/>
              <wp:lineTo x="15359" y="533"/>
              <wp:lineTo x="13241" y="0"/>
              <wp:lineTo x="8474" y="0"/>
            </wp:wrapPolygon>
          </wp:wrapThrough>
          <wp:docPr id="3" name="Imagine 2" descr="pentru office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ntru offic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3845" cy="1543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37BA">
      <w:rPr>
        <w:noProof/>
        <w:lang w:eastAsia="ko-K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80.65pt;margin-top:1.3pt;width:444.35pt;height:106.7pt;z-index:25165926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UratQIAALo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" filled="f" stroked="f">
          <v:textbox style="mso-fit-shape-to-text:t">
            <w:txbxContent>
              <w:p w:rsidR="00FB789E" w:rsidRPr="00A70D0F" w:rsidRDefault="00FB789E" w:rsidP="00FB789E">
                <w:pPr>
                  <w:spacing w:line="360" w:lineRule="auto"/>
                  <w:jc w:val="center"/>
                  <w:rPr>
                    <w:rFonts w:ascii="Times New Roman" w:hAnsi="Times New Roman" w:cs="Times New Roman"/>
                    <w:b/>
                    <w:sz w:val="18"/>
                  </w:rPr>
                </w:pPr>
                <w:r w:rsidRPr="00A70D0F">
                  <w:rPr>
                    <w:rFonts w:ascii="Times New Roman" w:hAnsi="Times New Roman" w:cs="Times New Roman"/>
                    <w:b/>
                    <w:sz w:val="18"/>
                  </w:rPr>
                  <w:t xml:space="preserve">MINISTERUL EDUCAŢIEI </w:t>
                </w:r>
                <w:r w:rsidR="00A70D0F" w:rsidRPr="00A70D0F">
                  <w:rPr>
                    <w:rFonts w:ascii="Times New Roman" w:hAnsi="Times New Roman" w:cs="Times New Roman"/>
                    <w:b/>
                    <w:sz w:val="18"/>
                  </w:rPr>
                  <w:t>NA</w:t>
                </w:r>
                <w:r w:rsidR="00A70D0F">
                  <w:rPr>
                    <w:rFonts w:ascii="Times New Roman" w:hAnsi="Times New Roman" w:cs="Times New Roman"/>
                    <w:b/>
                    <w:sz w:val="18"/>
                  </w:rPr>
                  <w:t>ȚIONALE</w:t>
                </w:r>
              </w:p>
              <w:p w:rsidR="00FB789E" w:rsidRPr="004C2BB9" w:rsidRDefault="00FB789E" w:rsidP="00FB789E">
                <w:pPr>
                  <w:spacing w:line="360" w:lineRule="auto"/>
                  <w:jc w:val="center"/>
                  <w:rPr>
                    <w:rFonts w:ascii="Bookman Old Style" w:hAnsi="Bookman Old Style"/>
                    <w:b/>
                    <w:sz w:val="26"/>
                    <w:szCs w:val="26"/>
                  </w:rPr>
                </w:pPr>
                <w:r w:rsidRPr="004C2BB9">
                  <w:rPr>
                    <w:rFonts w:ascii="Bookman Old Style" w:hAnsi="Bookman Old Style"/>
                    <w:b/>
                    <w:sz w:val="26"/>
                    <w:szCs w:val="26"/>
                  </w:rPr>
                  <w:t>COLEGIUL NAŢIONAL PEDAGOGIC „ŞTEFAN CEL MARE”</w:t>
                </w:r>
              </w:p>
              <w:p w:rsidR="00FB789E" w:rsidRPr="004C2BB9" w:rsidRDefault="00FB789E" w:rsidP="00FB789E">
                <w:pPr>
                  <w:jc w:val="center"/>
                  <w:rPr>
                    <w:rFonts w:ascii="Bookman Old Style" w:hAnsi="Bookman Old Style"/>
                    <w:caps/>
                    <w:sz w:val="18"/>
                    <w:szCs w:val="18"/>
                  </w:rPr>
                </w:pPr>
                <w:r>
                  <w:rPr>
                    <w:rFonts w:ascii="Bookman Old Style" w:hAnsi="Bookman Old Style"/>
                    <w:sz w:val="18"/>
                    <w:szCs w:val="18"/>
                  </w:rPr>
                  <w:t>Bacău, Str. SpiruH</w:t>
                </w:r>
                <w:r w:rsidRPr="004C2BB9">
                  <w:rPr>
                    <w:rFonts w:ascii="Bookman Old Style" w:hAnsi="Bookman Old Style"/>
                    <w:sz w:val="18"/>
                    <w:szCs w:val="18"/>
                  </w:rPr>
                  <w:t>aret nr. 6</w:t>
                </w:r>
              </w:p>
              <w:p w:rsidR="00FB789E" w:rsidRPr="004C2BB9" w:rsidRDefault="00FB789E" w:rsidP="00FB789E">
                <w:pPr>
                  <w:jc w:val="center"/>
                  <w:rPr>
                    <w:rFonts w:ascii="Bookman Old Style" w:hAnsi="Bookman Old Style"/>
                    <w:caps/>
                    <w:sz w:val="18"/>
                    <w:szCs w:val="18"/>
                  </w:rPr>
                </w:pPr>
                <w:r w:rsidRPr="004C2BB9">
                  <w:rPr>
                    <w:rFonts w:ascii="Bookman Old Style" w:hAnsi="Bookman Old Style"/>
                    <w:sz w:val="18"/>
                    <w:szCs w:val="18"/>
                  </w:rPr>
                  <w:t>Telefon/fax  0234570582</w:t>
                </w:r>
              </w:p>
              <w:p w:rsidR="00FB789E" w:rsidRPr="004C2BB9" w:rsidRDefault="00FB789E" w:rsidP="00FB789E">
                <w:pPr>
                  <w:jc w:val="center"/>
                  <w:rPr>
                    <w:rFonts w:ascii="Bookman Old Style" w:hAnsi="Bookman Old Style"/>
                    <w:caps/>
                    <w:sz w:val="18"/>
                    <w:szCs w:val="18"/>
                  </w:rPr>
                </w:pPr>
                <w:r w:rsidRPr="004C2BB9">
                  <w:rPr>
                    <w:rFonts w:ascii="Bookman Old Style" w:hAnsi="Bookman Old Style"/>
                    <w:sz w:val="18"/>
                    <w:szCs w:val="18"/>
                  </w:rPr>
                  <w:t>Email secretariatpedagogicbacau@gmail.com</w:t>
                </w:r>
              </w:p>
              <w:p w:rsidR="00FB789E" w:rsidRPr="004C2BB9" w:rsidRDefault="00FB789E" w:rsidP="00FB789E">
                <w:pPr>
                  <w:jc w:val="center"/>
                  <w:rPr>
                    <w:rFonts w:ascii="Bookman Old Style" w:hAnsi="Bookman Old Style"/>
                    <w:caps/>
                    <w:sz w:val="18"/>
                    <w:szCs w:val="18"/>
                  </w:rPr>
                </w:pPr>
                <w:r>
                  <w:rPr>
                    <w:rFonts w:ascii="Bookman Old Style" w:hAnsi="Bookman Old Style"/>
                    <w:sz w:val="18"/>
                    <w:szCs w:val="18"/>
                  </w:rPr>
                  <w:t>w</w:t>
                </w:r>
                <w:r w:rsidRPr="004C2BB9">
                  <w:rPr>
                    <w:rFonts w:ascii="Bookman Old Style" w:hAnsi="Bookman Old Style"/>
                    <w:sz w:val="18"/>
                    <w:szCs w:val="18"/>
                  </w:rPr>
                  <w:t>ww.pedagogicbacau.ro</w:t>
                </w:r>
              </w:p>
              <w:p w:rsidR="00FB789E" w:rsidRPr="00DA33A8" w:rsidRDefault="00FB789E" w:rsidP="00FB789E">
                <w:pPr>
                  <w:jc w:val="center"/>
                  <w:rPr>
                    <w:rFonts w:ascii="Bookman Old Style" w:hAnsi="Bookman Old Style"/>
                    <w:sz w:val="18"/>
                    <w:szCs w:val="18"/>
                  </w:rPr>
                </w:pPr>
              </w:p>
            </w:txbxContent>
          </v:textbox>
        </v:shape>
      </w:pict>
    </w:r>
  </w:p>
  <w:p w:rsidR="00FB789E" w:rsidRDefault="00FB789E" w:rsidP="00FB789E">
    <w:pPr>
      <w:pStyle w:val="Header"/>
    </w:pPr>
  </w:p>
  <w:p w:rsidR="00FB789E" w:rsidRDefault="008937BA">
    <w:pPr>
      <w:pStyle w:val="Header"/>
    </w:pPr>
    <w:r>
      <w:rPr>
        <w:noProof/>
        <w:lang w:eastAsia="ko-K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49" type="#_x0000_t32" style="position:absolute;margin-left:96.75pt;margin-top:10.5pt;width:407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" strokecolor="#06f" strokeweight="2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0F" w:rsidRDefault="00A70D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05664"/>
    <w:multiLevelType w:val="hybridMultilevel"/>
    <w:tmpl w:val="15EAFC94"/>
    <w:lvl w:ilvl="0" w:tplc="A060F2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30915"/>
    <w:multiLevelType w:val="hybridMultilevel"/>
    <w:tmpl w:val="396899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786F8C"/>
    <w:multiLevelType w:val="hybridMultilevel"/>
    <w:tmpl w:val="20A830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hdrShapeDefaults>
    <o:shapedefaults v:ext="edit" spidmax="5122"/>
    <o:shapelayout v:ext="edit">
      <o:idmap v:ext="edit" data="2"/>
      <o:rules v:ext="edit">
        <o:r id="V:Rule2" type="connector" idref="#AutoShape 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B789E"/>
    <w:rsid w:val="000572CB"/>
    <w:rsid w:val="000D22D6"/>
    <w:rsid w:val="00155F62"/>
    <w:rsid w:val="00164F0E"/>
    <w:rsid w:val="00204088"/>
    <w:rsid w:val="002204B8"/>
    <w:rsid w:val="00234A54"/>
    <w:rsid w:val="00281A43"/>
    <w:rsid w:val="002C40B3"/>
    <w:rsid w:val="002F6030"/>
    <w:rsid w:val="003623B2"/>
    <w:rsid w:val="0038556D"/>
    <w:rsid w:val="004048D7"/>
    <w:rsid w:val="0042423D"/>
    <w:rsid w:val="004379C0"/>
    <w:rsid w:val="005B5E18"/>
    <w:rsid w:val="00611970"/>
    <w:rsid w:val="00684447"/>
    <w:rsid w:val="00786FE7"/>
    <w:rsid w:val="00816A62"/>
    <w:rsid w:val="00862665"/>
    <w:rsid w:val="00872105"/>
    <w:rsid w:val="008937BA"/>
    <w:rsid w:val="009A4A69"/>
    <w:rsid w:val="00A53808"/>
    <w:rsid w:val="00A70D0F"/>
    <w:rsid w:val="00A92EAE"/>
    <w:rsid w:val="00AE2514"/>
    <w:rsid w:val="00AE5499"/>
    <w:rsid w:val="00BE73F7"/>
    <w:rsid w:val="00C07CDA"/>
    <w:rsid w:val="00C326AB"/>
    <w:rsid w:val="00C7442E"/>
    <w:rsid w:val="00C877E4"/>
    <w:rsid w:val="00D63760"/>
    <w:rsid w:val="00E731DF"/>
    <w:rsid w:val="00FB7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A43"/>
  </w:style>
  <w:style w:type="paragraph" w:styleId="Heading1">
    <w:name w:val="heading 1"/>
    <w:basedOn w:val="Normal"/>
    <w:next w:val="Normal"/>
    <w:link w:val="Heading1Char"/>
    <w:uiPriority w:val="9"/>
    <w:qFormat/>
    <w:rsid w:val="00281A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1A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1A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81A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81A4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81A4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81A4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81A4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81A4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A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81A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1A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81A4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281A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281A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81A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281A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281A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281A4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A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A4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81A4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281A43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81A4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281A43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281A43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81A4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A4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A4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A43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281A43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81A43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281A43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281A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1A4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281A43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281A43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78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89E"/>
  </w:style>
  <w:style w:type="paragraph" w:styleId="Footer">
    <w:name w:val="footer"/>
    <w:basedOn w:val="Normal"/>
    <w:link w:val="FooterChar"/>
    <w:uiPriority w:val="99"/>
    <w:unhideWhenUsed/>
    <w:rsid w:val="00FB78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89E"/>
  </w:style>
  <w:style w:type="table" w:styleId="TableGrid">
    <w:name w:val="Table Grid"/>
    <w:basedOn w:val="TableNormal"/>
    <w:uiPriority w:val="39"/>
    <w:rsid w:val="000D22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78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89E"/>
  </w:style>
  <w:style w:type="paragraph" w:styleId="Footer">
    <w:name w:val="footer"/>
    <w:basedOn w:val="Normal"/>
    <w:link w:val="FooterChar"/>
    <w:uiPriority w:val="99"/>
    <w:unhideWhenUsed/>
    <w:rsid w:val="00FB78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89E"/>
  </w:style>
  <w:style w:type="table" w:styleId="TableGrid">
    <w:name w:val="Table Grid"/>
    <w:basedOn w:val="TableNormal"/>
    <w:uiPriority w:val="39"/>
    <w:rsid w:val="000D22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i\AppData\Roaming\Microsoft\&#350;abloane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20CC1-1F9B-42C8-A5A2-9E042694D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 Brj</dc:creator>
  <cp:lastModifiedBy>gnt</cp:lastModifiedBy>
  <cp:revision>2</cp:revision>
  <cp:lastPrinted>2017-01-19T20:21:00Z</cp:lastPrinted>
  <dcterms:created xsi:type="dcterms:W3CDTF">2019-02-17T15:18:00Z</dcterms:created>
  <dcterms:modified xsi:type="dcterms:W3CDTF">2019-02-17T15:18:00Z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